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UR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4B5E6A">
        <w:rPr>
          <w:rFonts w:asciiTheme="minorHAnsi" w:hAnsiTheme="minorHAnsi" w:cstheme="minorHAnsi"/>
          <w:i/>
          <w:smallCaps/>
          <w:sz w:val="24"/>
          <w:szCs w:val="24"/>
        </w:rPr>
        <w:t xml:space="preserve"> 2020-2023</w:t>
      </w:r>
    </w:p>
    <w:p w:rsidR="0085747A" w:rsidRPr="00C81DC5" w:rsidRDefault="00F12EFA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="00F12EFA">
        <w:rPr>
          <w:rFonts w:asciiTheme="minorHAnsi" w:hAnsiTheme="minorHAnsi" w:cstheme="minorHAnsi"/>
          <w:sz w:val="24"/>
          <w:szCs w:val="24"/>
        </w:rPr>
        <w:t xml:space="preserve">         </w:t>
      </w:r>
      <w:r w:rsidRPr="00C81DC5">
        <w:rPr>
          <w:rFonts w:asciiTheme="minorHAnsi" w:hAnsiTheme="minorHAnsi" w:cstheme="minorHAnsi"/>
          <w:sz w:val="24"/>
          <w:szCs w:val="24"/>
        </w:rPr>
        <w:t xml:space="preserve">Rok akademicki   </w:t>
      </w:r>
      <w:r w:rsidR="004B5E6A">
        <w:rPr>
          <w:rFonts w:asciiTheme="minorHAnsi" w:hAnsiTheme="minorHAnsi" w:cstheme="minorHAnsi"/>
          <w:sz w:val="24"/>
          <w:szCs w:val="24"/>
        </w:rPr>
        <w:t>2020</w:t>
      </w:r>
      <w:r w:rsidR="00615955">
        <w:rPr>
          <w:rFonts w:asciiTheme="minorHAnsi" w:hAnsiTheme="minorHAnsi" w:cstheme="minorHAnsi"/>
          <w:sz w:val="24"/>
          <w:szCs w:val="24"/>
        </w:rPr>
        <w:t>/20</w:t>
      </w:r>
      <w:r w:rsidR="004B5E6A">
        <w:rPr>
          <w:rFonts w:asciiTheme="minorHAnsi" w:hAnsiTheme="minorHAnsi" w:cstheme="minorHAnsi"/>
          <w:sz w:val="24"/>
          <w:szCs w:val="24"/>
        </w:rPr>
        <w:t>21</w:t>
      </w:r>
    </w:p>
    <w:p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56CD" w:rsidRPr="00C81DC5" w:rsidRDefault="008B28A0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nies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rok I, semestr 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:rsidTr="00B819C8">
        <w:tc>
          <w:tcPr>
            <w:tcW w:w="2694" w:type="dxa"/>
            <w:vAlign w:val="center"/>
          </w:tcPr>
          <w:p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6B041A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:rsidR="0085747A" w:rsidRPr="00C81DC5" w:rsidRDefault="00456354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E22FBC" w:rsidRPr="00C81D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:rsidR="00FE6ABC" w:rsidRPr="00C81DC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45635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456354">
        <w:rPr>
          <w:rFonts w:asciiTheme="minorHAnsi" w:hAnsiTheme="minorHAnsi" w:cstheme="minorHAnsi"/>
          <w:bCs/>
          <w:smallCaps w:val="0"/>
          <w:szCs w:val="24"/>
        </w:rPr>
        <w:t>egzamin</w:t>
      </w:r>
    </w:p>
    <w:p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745302">
        <w:tc>
          <w:tcPr>
            <w:tcW w:w="9670" w:type="dxa"/>
          </w:tcPr>
          <w:p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lastRenderedPageBreak/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:rsidTr="0071620A">
        <w:tc>
          <w:tcPr>
            <w:tcW w:w="1701" w:type="dxa"/>
            <w:vAlign w:val="center"/>
          </w:tcPr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  <w:p w:rsidR="00126B0B" w:rsidRPr="00C81DC5" w:rsidRDefault="00126B0B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Realizuje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:rsidTr="005E6E85">
        <w:tc>
          <w:tcPr>
            <w:tcW w:w="1701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:rsidTr="006B5C41">
        <w:tc>
          <w:tcPr>
            <w:tcW w:w="9639" w:type="dxa"/>
          </w:tcPr>
          <w:p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1. Filozofia jako całościowe ujęcie rzeczywistości. Filozofia na tle innych nauk. Człowiek w poszukiwaniu porządku świata – narodziny filozofii jako przezwyciężenie mitologicznego ujmowania świata. Grecja jako kolebka filozofii. Presokratycy w poszukiwaniu arche. Człowiek w centrum zainteresowania filozofii – Sofiści.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Irrenizm i eklektyzm. Poszukiwanie via communia. Destrukcja myśli scholastycznej. Wilhelm Ockham, Jan Duns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kulturowo-społeczne filozofii renesansowej.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(Machiaveli, 1Montaigne)? Filozofia u źródeł rewolucji naukowej: Kopernik, Bruno, Galileusz, Bacon, Newton.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11. Kartezjański przewrót w filozofii: „cogito” w poszukiwaniu prawdy. Filozofia po Kartezjuszu: Pascal, Hobbes, Hume, Locke. Racjonalistyczny charakter filozofii Leibniza i Spinozy.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Peirce, James, Dewey. Odrodzenie metafizyki: „trzeci świat” Poppera, filozofia procesu Whiteheada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615955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615955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:rsidR="00E960BB" w:rsidRPr="0061595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</w:p>
    <w:p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:rsidTr="00C05F44">
        <w:tc>
          <w:tcPr>
            <w:tcW w:w="1985" w:type="dxa"/>
            <w:vAlign w:val="center"/>
          </w:tcPr>
          <w:p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gzamin pisemny, </w:t>
            </w:r>
            <w:r w:rsidR="00126B0B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esej, dyskusja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C81DC5" w:rsidRDefault="00FE6ABC" w:rsidP="00126B0B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gzamin pisemny, esej, </w:t>
            </w:r>
            <w:r w:rsidR="00126B0B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923D7D">
        <w:tc>
          <w:tcPr>
            <w:tcW w:w="9670" w:type="dxa"/>
          </w:tcPr>
          <w:p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:rsidTr="003E1941">
        <w:tc>
          <w:tcPr>
            <w:tcW w:w="4962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C81DC5" w:rsidRDefault="006B041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</w:p>
          <w:p w:rsidR="00E83CFA" w:rsidRDefault="00E83CFA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E83CFA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konsultacjach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83CFA" w:rsidRDefault="00E83CF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83CFA" w:rsidRDefault="00E83CF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E83CFA" w:rsidRPr="00C81DC5" w:rsidRDefault="00E83CF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niekontaktowe – praca własna studenta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="00FE6ABC" w:rsidRPr="00C81DC5" w:rsidRDefault="006B041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56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lastRenderedPageBreak/>
              <w:t xml:space="preserve"> 1.Ajdukiewicz K.,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Kęty-Warszawa 2003. 2.Bocheński J.,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1993.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3.Hoffe O.,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4.Tatarkiewicz Wł.,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Delf H.,Georg-Lauer J., Hackenesch CH., Lemcke M.,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młodzieży,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Wiedza Powszechna, Warszawa 1996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C81DC5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Richard H. Popkin (red.),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F83B28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81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C3E" w:rsidRDefault="00824C3E" w:rsidP="00C16ABF">
      <w:pPr>
        <w:spacing w:after="0" w:line="240" w:lineRule="auto"/>
      </w:pPr>
      <w:r>
        <w:separator/>
      </w:r>
    </w:p>
  </w:endnote>
  <w:endnote w:type="continuationSeparator" w:id="0">
    <w:p w:rsidR="00824C3E" w:rsidRDefault="00824C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C3E" w:rsidRDefault="00824C3E" w:rsidP="00C16ABF">
      <w:pPr>
        <w:spacing w:after="0" w:line="240" w:lineRule="auto"/>
      </w:pPr>
      <w:r>
        <w:separator/>
      </w:r>
    </w:p>
  </w:footnote>
  <w:footnote w:type="continuationSeparator" w:id="0">
    <w:p w:rsidR="00824C3E" w:rsidRDefault="00824C3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B9D"/>
    <w:rsid w:val="001168D3"/>
    <w:rsid w:val="00124BFF"/>
    <w:rsid w:val="0012560E"/>
    <w:rsid w:val="00126B0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BD7"/>
    <w:rsid w:val="00176083"/>
    <w:rsid w:val="001770C7"/>
    <w:rsid w:val="00192F37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E41"/>
    <w:rsid w:val="00384FCB"/>
    <w:rsid w:val="003A0A5B"/>
    <w:rsid w:val="003A1176"/>
    <w:rsid w:val="003C0BAE"/>
    <w:rsid w:val="003D18A9"/>
    <w:rsid w:val="003D6CE2"/>
    <w:rsid w:val="003E008D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6354"/>
    <w:rsid w:val="0045729E"/>
    <w:rsid w:val="00461EFC"/>
    <w:rsid w:val="004652C2"/>
    <w:rsid w:val="00466E81"/>
    <w:rsid w:val="004706D1"/>
    <w:rsid w:val="00471326"/>
    <w:rsid w:val="0047598D"/>
    <w:rsid w:val="00477C85"/>
    <w:rsid w:val="004840FD"/>
    <w:rsid w:val="00490F7D"/>
    <w:rsid w:val="00491678"/>
    <w:rsid w:val="0049617B"/>
    <w:rsid w:val="004968E2"/>
    <w:rsid w:val="004A0E1F"/>
    <w:rsid w:val="004A3EEA"/>
    <w:rsid w:val="004A4D1F"/>
    <w:rsid w:val="004B5E6A"/>
    <w:rsid w:val="004D5282"/>
    <w:rsid w:val="004E6847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670AD"/>
    <w:rsid w:val="00573EF9"/>
    <w:rsid w:val="0059484D"/>
    <w:rsid w:val="005A0855"/>
    <w:rsid w:val="005A3196"/>
    <w:rsid w:val="005B3C6E"/>
    <w:rsid w:val="005C080F"/>
    <w:rsid w:val="005C55E5"/>
    <w:rsid w:val="005C696A"/>
    <w:rsid w:val="005E6E85"/>
    <w:rsid w:val="005F31D2"/>
    <w:rsid w:val="0060339F"/>
    <w:rsid w:val="0061029B"/>
    <w:rsid w:val="00615955"/>
    <w:rsid w:val="00617230"/>
    <w:rsid w:val="00617878"/>
    <w:rsid w:val="00621CE1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6477"/>
    <w:rsid w:val="006A5812"/>
    <w:rsid w:val="006B041A"/>
    <w:rsid w:val="006D050F"/>
    <w:rsid w:val="006D6139"/>
    <w:rsid w:val="006E5D6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90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C3E"/>
    <w:rsid w:val="008449B3"/>
    <w:rsid w:val="0085747A"/>
    <w:rsid w:val="00884922"/>
    <w:rsid w:val="00885F64"/>
    <w:rsid w:val="008917F9"/>
    <w:rsid w:val="008A45F7"/>
    <w:rsid w:val="008B28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1CB"/>
    <w:rsid w:val="00916188"/>
    <w:rsid w:val="00923D7D"/>
    <w:rsid w:val="009363B4"/>
    <w:rsid w:val="00942470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D786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64E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0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E7"/>
    <w:rsid w:val="00DA2114"/>
    <w:rsid w:val="00DB134E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83CFA"/>
    <w:rsid w:val="00E960BB"/>
    <w:rsid w:val="00E970E9"/>
    <w:rsid w:val="00EA2074"/>
    <w:rsid w:val="00EA4832"/>
    <w:rsid w:val="00EA4E9D"/>
    <w:rsid w:val="00EB4A44"/>
    <w:rsid w:val="00EC4899"/>
    <w:rsid w:val="00ED03AB"/>
    <w:rsid w:val="00ED32D2"/>
    <w:rsid w:val="00EE0AF6"/>
    <w:rsid w:val="00EE32DE"/>
    <w:rsid w:val="00EE5457"/>
    <w:rsid w:val="00F070AB"/>
    <w:rsid w:val="00F12EFA"/>
    <w:rsid w:val="00F17567"/>
    <w:rsid w:val="00F27A7B"/>
    <w:rsid w:val="00F526AF"/>
    <w:rsid w:val="00F617C3"/>
    <w:rsid w:val="00F7066B"/>
    <w:rsid w:val="00F83B28"/>
    <w:rsid w:val="00FA3746"/>
    <w:rsid w:val="00FA46E5"/>
    <w:rsid w:val="00FB627D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A6F4-7AF8-4E2A-9C00-B0F23751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1153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2020-10-13T08:09:00Z</cp:lastPrinted>
  <dcterms:created xsi:type="dcterms:W3CDTF">2019-11-20T16:16:00Z</dcterms:created>
  <dcterms:modified xsi:type="dcterms:W3CDTF">2021-10-01T10:05:00Z</dcterms:modified>
</cp:coreProperties>
</file>